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14588" w14:textId="77777777" w:rsidR="00996AEB" w:rsidRDefault="00905B82">
      <w:pPr>
        <w:ind w:left="3183" w:right="-15"/>
      </w:pPr>
      <w:r>
        <w:t>MEETING MINUTES</w:t>
      </w:r>
      <w:r>
        <w:rPr>
          <w:b w:val="0"/>
          <w:vertAlign w:val="subscript"/>
        </w:rPr>
        <w:t xml:space="preserve"> </w:t>
      </w:r>
    </w:p>
    <w:p w14:paraId="48455E4E" w14:textId="77777777" w:rsidR="00996AEB" w:rsidRDefault="00905B82">
      <w:pPr>
        <w:ind w:left="3245" w:firstLine="0"/>
      </w:pPr>
      <w:r>
        <w:rPr>
          <w:b w:val="0"/>
          <w:sz w:val="20"/>
        </w:rPr>
        <w:t xml:space="preserve"> </w:t>
      </w:r>
    </w:p>
    <w:tbl>
      <w:tblPr>
        <w:tblStyle w:val="TableGrid"/>
        <w:tblW w:w="9720" w:type="dxa"/>
        <w:tblInd w:w="111" w:type="dxa"/>
        <w:tblCellMar>
          <w:top w:w="40" w:type="dxa"/>
          <w:left w:w="107" w:type="dxa"/>
          <w:right w:w="100" w:type="dxa"/>
        </w:tblCellMar>
        <w:tblLook w:val="04A0" w:firstRow="1" w:lastRow="0" w:firstColumn="1" w:lastColumn="0" w:noHBand="0" w:noVBand="1"/>
      </w:tblPr>
      <w:tblGrid>
        <w:gridCol w:w="1842"/>
        <w:gridCol w:w="4537"/>
        <w:gridCol w:w="1843"/>
        <w:gridCol w:w="424"/>
        <w:gridCol w:w="1074"/>
      </w:tblGrid>
      <w:tr w:rsidR="00996AEB" w14:paraId="2BD29CFD" w14:textId="77777777">
        <w:trPr>
          <w:trHeight w:val="571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14:paraId="283F9F65" w14:textId="77777777" w:rsidR="00996AEB" w:rsidRDefault="00905B82">
            <w:pPr>
              <w:ind w:left="0" w:right="8" w:firstLine="0"/>
            </w:pPr>
            <w:r>
              <w:rPr>
                <w:sz w:val="28"/>
              </w:rPr>
              <w:t xml:space="preserve">MINUTES </w:t>
            </w:r>
          </w:p>
        </w:tc>
      </w:tr>
      <w:tr w:rsidR="00996AEB" w14:paraId="2398CBC8" w14:textId="77777777" w:rsidTr="00514DCD">
        <w:trPr>
          <w:trHeight w:val="474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9DD71B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Project Name: </w:t>
            </w:r>
          </w:p>
        </w:tc>
        <w:tc>
          <w:tcPr>
            <w:tcW w:w="78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FA70F" w14:textId="4AB08F6E" w:rsidR="00996AEB" w:rsidRDefault="007A016E">
            <w:pPr>
              <w:ind w:left="1" w:firstLine="0"/>
              <w:jc w:val="left"/>
            </w:pPr>
            <w:r>
              <w:rPr>
                <w:b w:val="0"/>
                <w:sz w:val="21"/>
              </w:rPr>
              <w:t xml:space="preserve">Establishment of a Comprehensive Geospatial Database &amp; </w:t>
            </w:r>
            <w:proofErr w:type="spellStart"/>
            <w:r>
              <w:rPr>
                <w:b w:val="0"/>
                <w:sz w:val="21"/>
              </w:rPr>
              <w:t>GeoPortal</w:t>
            </w:r>
            <w:proofErr w:type="spellEnd"/>
            <w:r>
              <w:rPr>
                <w:b w:val="0"/>
                <w:sz w:val="21"/>
              </w:rPr>
              <w:t xml:space="preserve"> for Madinah Municipality</w:t>
            </w:r>
            <w:r w:rsidR="00905B82">
              <w:rPr>
                <w:b w:val="0"/>
                <w:sz w:val="21"/>
              </w:rPr>
              <w:t xml:space="preserve"> </w:t>
            </w:r>
          </w:p>
        </w:tc>
      </w:tr>
      <w:tr w:rsidR="00996AEB" w14:paraId="7E2E283A" w14:textId="77777777" w:rsidTr="00514DCD">
        <w:trPr>
          <w:trHeight w:val="572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7CE8F9F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Name: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8AA0C" w14:textId="4E8C6594" w:rsidR="00996AEB" w:rsidRDefault="000E1E3B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6C503552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Time: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A7603" w14:textId="4CCEA77D" w:rsidR="00996AEB" w:rsidRDefault="00505221">
            <w:pPr>
              <w:ind w:left="1" w:firstLine="0"/>
              <w:jc w:val="left"/>
            </w:pPr>
            <w:r>
              <w:rPr>
                <w:b w:val="0"/>
                <w:sz w:val="22"/>
              </w:rPr>
              <w:t>1</w:t>
            </w:r>
            <w:r w:rsidR="004012ED">
              <w:rPr>
                <w:b w:val="0"/>
                <w:sz w:val="22"/>
              </w:rPr>
              <w:t>.</w:t>
            </w:r>
            <w:r w:rsidR="00A03391">
              <w:rPr>
                <w:b w:val="0"/>
                <w:sz w:val="22"/>
              </w:rPr>
              <w:t>0</w:t>
            </w:r>
            <w:r w:rsidR="004012ED">
              <w:rPr>
                <w:b w:val="0"/>
                <w:sz w:val="22"/>
              </w:rPr>
              <w:t>0</w:t>
            </w:r>
          </w:p>
        </w:tc>
      </w:tr>
      <w:tr w:rsidR="00996AEB" w14:paraId="099BB331" w14:textId="77777777" w:rsidTr="00514DCD">
        <w:trPr>
          <w:trHeight w:val="57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BCA42CA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Location: 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113D4" w14:textId="5209A77B" w:rsidR="00996AEB" w:rsidRDefault="00C307F4" w:rsidP="00A03391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IT </w:t>
            </w:r>
            <w:r w:rsidR="00A03391">
              <w:rPr>
                <w:b w:val="0"/>
                <w:sz w:val="22"/>
              </w:rPr>
              <w:t>Office</w:t>
            </w:r>
            <w:r w:rsidR="00905B82">
              <w:rPr>
                <w:b w:val="0"/>
                <w:sz w:val="22"/>
              </w:rPr>
              <w:t xml:space="preserve"> </w:t>
            </w:r>
            <w:proofErr w:type="spellStart"/>
            <w:r w:rsidR="007A016E"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2127AB0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Meeting Date: 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9A780" w14:textId="214D457D" w:rsidR="00996AEB" w:rsidRDefault="00155C64">
            <w:pPr>
              <w:ind w:left="1" w:firstLine="0"/>
              <w:jc w:val="left"/>
            </w:pPr>
            <w:r>
              <w:rPr>
                <w:b w:val="0"/>
                <w:sz w:val="22"/>
              </w:rPr>
              <w:t>0</w:t>
            </w:r>
            <w:r w:rsidR="00505221">
              <w:rPr>
                <w:b w:val="0"/>
                <w:sz w:val="22"/>
              </w:rPr>
              <w:t>8</w:t>
            </w:r>
            <w:r w:rsidR="004012ED">
              <w:rPr>
                <w:b w:val="0"/>
                <w:sz w:val="22"/>
              </w:rPr>
              <w:t>.</w:t>
            </w:r>
            <w:r>
              <w:rPr>
                <w:b w:val="0"/>
                <w:sz w:val="22"/>
              </w:rPr>
              <w:t>04</w:t>
            </w:r>
            <w:r w:rsidR="004012ED">
              <w:rPr>
                <w:b w:val="0"/>
                <w:sz w:val="22"/>
              </w:rPr>
              <w:t>.201</w:t>
            </w:r>
            <w:r w:rsidR="007A016E">
              <w:rPr>
                <w:b w:val="0"/>
                <w:sz w:val="22"/>
              </w:rPr>
              <w:t>9</w:t>
            </w:r>
          </w:p>
        </w:tc>
      </w:tr>
      <w:tr w:rsidR="00996AEB" w14:paraId="087013E6" w14:textId="77777777">
        <w:trPr>
          <w:trHeight w:val="574"/>
        </w:trPr>
        <w:tc>
          <w:tcPr>
            <w:tcW w:w="972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62289" w14:textId="77777777" w:rsidR="004012ED" w:rsidRDefault="00905B82">
            <w:pPr>
              <w:ind w:left="425" w:hanging="425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Purpose and Objectives of the meeting: </w:t>
            </w:r>
          </w:p>
          <w:p w14:paraId="78D7C366" w14:textId="784C194D" w:rsidR="00996AEB" w:rsidRDefault="00905B82">
            <w:pPr>
              <w:ind w:left="425" w:hanging="425"/>
              <w:jc w:val="left"/>
            </w:pPr>
            <w:r>
              <w:rPr>
                <w:b w:val="0"/>
                <w:sz w:val="22"/>
              </w:rPr>
              <w:t xml:space="preserve">To discuss the </w:t>
            </w:r>
            <w:r w:rsidR="00A55A59">
              <w:rPr>
                <w:b w:val="0"/>
                <w:sz w:val="22"/>
              </w:rPr>
              <w:t xml:space="preserve">detail system requirement for </w:t>
            </w:r>
            <w:r w:rsidR="00A51BD9">
              <w:rPr>
                <w:b w:val="0"/>
                <w:sz w:val="22"/>
              </w:rPr>
              <w:t xml:space="preserve">Splitting </w:t>
            </w:r>
            <w:r w:rsidR="00AE1CDF">
              <w:rPr>
                <w:b w:val="0"/>
                <w:sz w:val="22"/>
              </w:rPr>
              <w:t xml:space="preserve">Merging </w:t>
            </w:r>
            <w:r w:rsidR="007D50FF">
              <w:rPr>
                <w:b w:val="0"/>
                <w:sz w:val="22"/>
              </w:rPr>
              <w:t>Department</w:t>
            </w:r>
          </w:p>
        </w:tc>
      </w:tr>
      <w:tr w:rsidR="00996AEB" w14:paraId="3B07031A" w14:textId="77777777" w:rsidTr="00514DCD">
        <w:trPr>
          <w:trHeight w:val="396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EB80B23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>Present: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5901A7B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Name 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4548F38" w14:textId="77777777" w:rsidR="00996AEB" w:rsidRDefault="00905B82">
            <w:pPr>
              <w:ind w:left="0" w:right="9" w:firstLine="0"/>
            </w:pPr>
            <w:r>
              <w:rPr>
                <w:b w:val="0"/>
                <w:sz w:val="22"/>
              </w:rPr>
              <w:t xml:space="preserve">Initials </w:t>
            </w:r>
          </w:p>
        </w:tc>
      </w:tr>
      <w:tr w:rsidR="003C4A20" w14:paraId="6EF7FB22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ED949" w14:textId="22BC8619" w:rsidR="003C4A20" w:rsidRDefault="003C4A20" w:rsidP="003C4A20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Amanah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27B05" w14:textId="3CDFD5EF" w:rsidR="003C4A20" w:rsidRDefault="00A02ED5" w:rsidP="003C4A20">
            <w:pPr>
              <w:ind w:left="1" w:firstLine="0"/>
              <w:jc w:val="left"/>
            </w:pPr>
            <w:proofErr w:type="spellStart"/>
            <w:r>
              <w:rPr>
                <w:rFonts w:eastAsia="Times New Roman"/>
                <w:b w:val="0"/>
                <w:bCs/>
                <w:sz w:val="22"/>
              </w:rPr>
              <w:t>Mervan</w:t>
            </w:r>
            <w:proofErr w:type="spellEnd"/>
            <w:r>
              <w:rPr>
                <w:rFonts w:eastAsia="Times New Roman"/>
                <w:b w:val="0"/>
                <w:bCs/>
                <w:sz w:val="22"/>
              </w:rPr>
              <w:t xml:space="preserve"> </w:t>
            </w:r>
            <w:proofErr w:type="spellStart"/>
            <w:r>
              <w:rPr>
                <w:rFonts w:eastAsia="Times New Roman"/>
                <w:b w:val="0"/>
                <w:bCs/>
                <w:sz w:val="22"/>
              </w:rPr>
              <w:t>Sennomi</w:t>
            </w:r>
            <w:proofErr w:type="spellEnd"/>
            <w:r w:rsidR="003C4A20" w:rsidRPr="00B83479">
              <w:rPr>
                <w:rFonts w:eastAsia="Times New Roman"/>
                <w:b w:val="0"/>
                <w:bCs/>
                <w:sz w:val="22"/>
              </w:rPr>
              <w:t xml:space="preserve"> </w:t>
            </w:r>
            <w:r w:rsidR="003C4A20">
              <w:rPr>
                <w:rFonts w:eastAsia="Times New Roman"/>
                <w:b w:val="0"/>
                <w:bCs/>
                <w:sz w:val="22"/>
              </w:rPr>
              <w:t>–</w:t>
            </w:r>
            <w:r w:rsidR="003C4A20" w:rsidRPr="00B83479">
              <w:rPr>
                <w:rFonts w:eastAsia="Times New Roman"/>
                <w:b w:val="0"/>
                <w:bCs/>
                <w:sz w:val="22"/>
              </w:rPr>
              <w:t xml:space="preserve"> </w:t>
            </w:r>
            <w:r w:rsidR="008E1FAB">
              <w:rPr>
                <w:b w:val="0"/>
                <w:sz w:val="22"/>
              </w:rPr>
              <w:t>Splitting Merging Department</w:t>
            </w:r>
            <w:r w:rsidR="007D059B">
              <w:rPr>
                <w:b w:val="0"/>
                <w:sz w:val="22"/>
              </w:rPr>
              <w:t xml:space="preserve"> Manager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63CD0" w14:textId="67A94CE7" w:rsidR="003C4A20" w:rsidRDefault="00516431" w:rsidP="003C4A20">
            <w:pPr>
              <w:ind w:left="0" w:right="6" w:firstLine="0"/>
            </w:pPr>
            <w:r>
              <w:rPr>
                <w:b w:val="0"/>
                <w:sz w:val="22"/>
              </w:rPr>
              <w:t>MS</w:t>
            </w:r>
            <w:bookmarkStart w:id="0" w:name="_GoBack"/>
            <w:bookmarkEnd w:id="0"/>
          </w:p>
        </w:tc>
      </w:tr>
      <w:tr w:rsidR="003C4A20" w14:paraId="5081B735" w14:textId="77777777" w:rsidTr="00514DCD">
        <w:trPr>
          <w:trHeight w:val="399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6A460E" w14:textId="15A8EA6F" w:rsidR="003C4A20" w:rsidRDefault="003C4A20" w:rsidP="003C4A20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0E66EC" w14:textId="1F905A15" w:rsidR="003C4A20" w:rsidRDefault="003C4A20" w:rsidP="003C4A20">
            <w:pPr>
              <w:ind w:left="1" w:firstLine="0"/>
              <w:jc w:val="left"/>
            </w:pPr>
            <w:r>
              <w:rPr>
                <w:b w:val="0"/>
                <w:sz w:val="22"/>
              </w:rPr>
              <w:t>Muhammad Yousaf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F2B6D" w14:textId="4C106E20" w:rsidR="003C4A20" w:rsidRDefault="003C4A20" w:rsidP="003C4A20">
            <w:pPr>
              <w:ind w:left="0" w:right="6" w:firstLine="0"/>
            </w:pPr>
            <w:r>
              <w:rPr>
                <w:b w:val="0"/>
                <w:sz w:val="22"/>
              </w:rPr>
              <w:t>MY</w:t>
            </w:r>
          </w:p>
        </w:tc>
      </w:tr>
      <w:tr w:rsidR="003C4A20" w14:paraId="6A4DD3AF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D4DB2" w14:textId="7B83B180" w:rsidR="003C4A20" w:rsidRDefault="003C4A20" w:rsidP="003C4A20">
            <w:pPr>
              <w:ind w:left="0" w:firstLine="0"/>
              <w:jc w:val="left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A814C" w14:textId="01ADE3E6" w:rsidR="003C4A20" w:rsidRDefault="003C4A20" w:rsidP="003C4A20">
            <w:pPr>
              <w:ind w:left="1" w:firstLine="0"/>
              <w:jc w:val="left"/>
            </w:pPr>
            <w:r>
              <w:rPr>
                <w:b w:val="0"/>
                <w:sz w:val="22"/>
              </w:rPr>
              <w:t>Wajid Hanif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F466E" w14:textId="08ED92E3" w:rsidR="003C4A20" w:rsidRDefault="003C4A20" w:rsidP="003C4A20">
            <w:pPr>
              <w:ind w:left="0" w:right="1" w:firstLine="0"/>
            </w:pPr>
            <w:r>
              <w:rPr>
                <w:b w:val="0"/>
                <w:sz w:val="22"/>
              </w:rPr>
              <w:t>WH</w:t>
            </w:r>
          </w:p>
        </w:tc>
      </w:tr>
      <w:tr w:rsidR="003C4A20" w14:paraId="333FECF7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0494D" w14:textId="423F923C" w:rsidR="003C4A20" w:rsidRDefault="003C4A20" w:rsidP="003C4A20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8F09A" w14:textId="11DFCE50" w:rsidR="003C4A20" w:rsidRDefault="003C4A20" w:rsidP="003C4A20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Nizar </w:t>
            </w:r>
            <w:proofErr w:type="spellStart"/>
            <w:r>
              <w:rPr>
                <w:b w:val="0"/>
                <w:sz w:val="22"/>
              </w:rPr>
              <w:t>Fahti</w:t>
            </w:r>
            <w:proofErr w:type="spellEnd"/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337C9" w14:textId="115BE114" w:rsidR="003C4A20" w:rsidRDefault="003C4A20" w:rsidP="003C4A20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NF</w:t>
            </w:r>
          </w:p>
        </w:tc>
      </w:tr>
      <w:tr w:rsidR="00A02ED5" w14:paraId="53801FD9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4D718E" w14:textId="24B863CB" w:rsidR="00A02ED5" w:rsidRDefault="00A02ED5" w:rsidP="003C4A20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A30E6" w14:textId="26269206" w:rsidR="00A02ED5" w:rsidRDefault="00A02ED5" w:rsidP="003C4A20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Mustafa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2B901" w14:textId="53856BAC" w:rsidR="00A02ED5" w:rsidRDefault="00A02ED5" w:rsidP="003C4A20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MU</w:t>
            </w:r>
          </w:p>
        </w:tc>
      </w:tr>
      <w:tr w:rsidR="003C4A20" w14:paraId="49B3ECB4" w14:textId="77777777" w:rsidTr="00514DCD">
        <w:trPr>
          <w:trHeight w:val="398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12D1C" w14:textId="1980FE16" w:rsidR="003C4A20" w:rsidRDefault="003C4A20" w:rsidP="003C4A20">
            <w:pPr>
              <w:ind w:left="0" w:firstLine="0"/>
              <w:jc w:val="left"/>
              <w:rPr>
                <w:b w:val="0"/>
                <w:sz w:val="22"/>
              </w:rPr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</w:p>
        </w:tc>
        <w:tc>
          <w:tcPr>
            <w:tcW w:w="680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C8BC0" w14:textId="155EE9B5" w:rsidR="003C4A20" w:rsidRDefault="003C4A20" w:rsidP="003C4A20">
            <w:pPr>
              <w:ind w:left="1" w:firstLine="0"/>
              <w:jc w:val="left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Baris ULUZMANOGLU</w:t>
            </w:r>
          </w:p>
        </w:tc>
        <w:tc>
          <w:tcPr>
            <w:tcW w:w="10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A12E7" w14:textId="11E22730" w:rsidR="003C4A20" w:rsidRDefault="003C4A20" w:rsidP="003C4A20">
            <w:pPr>
              <w:ind w:left="0" w:right="1"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BU</w:t>
            </w:r>
          </w:p>
        </w:tc>
      </w:tr>
    </w:tbl>
    <w:p w14:paraId="46BEC5BA" w14:textId="77777777" w:rsidR="00996AEB" w:rsidRDefault="00905B82">
      <w:pPr>
        <w:ind w:left="0" w:firstLine="0"/>
        <w:jc w:val="left"/>
      </w:pPr>
      <w:r>
        <w:rPr>
          <w:b w:val="0"/>
          <w:sz w:val="20"/>
        </w:rPr>
        <w:t xml:space="preserve"> </w:t>
      </w:r>
    </w:p>
    <w:tbl>
      <w:tblPr>
        <w:tblStyle w:val="TableGrid"/>
        <w:tblW w:w="9742" w:type="dxa"/>
        <w:tblInd w:w="111" w:type="dxa"/>
        <w:tblCellMar>
          <w:top w:w="40" w:type="dxa"/>
          <w:left w:w="107" w:type="dxa"/>
          <w:right w:w="42" w:type="dxa"/>
        </w:tblCellMar>
        <w:tblLook w:val="04A0" w:firstRow="1" w:lastRow="0" w:firstColumn="1" w:lastColumn="0" w:noHBand="0" w:noVBand="1"/>
      </w:tblPr>
      <w:tblGrid>
        <w:gridCol w:w="568"/>
        <w:gridCol w:w="7655"/>
        <w:gridCol w:w="1519"/>
      </w:tblGrid>
      <w:tr w:rsidR="00996AEB" w14:paraId="48EAFE4A" w14:textId="77777777">
        <w:trPr>
          <w:trHeight w:val="572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0C0C0"/>
            <w:vAlign w:val="center"/>
          </w:tcPr>
          <w:p w14:paraId="1FB452A7" w14:textId="77777777" w:rsidR="00996AEB" w:rsidRDefault="00905B82">
            <w:pPr>
              <w:ind w:left="2739" w:firstLine="0"/>
              <w:jc w:val="left"/>
            </w:pPr>
            <w:r>
              <w:rPr>
                <w:sz w:val="28"/>
              </w:rPr>
              <w:t xml:space="preserve">AGENDA TOPICS DISCUSSED </w:t>
            </w:r>
          </w:p>
        </w:tc>
        <w:tc>
          <w:tcPr>
            <w:tcW w:w="151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0C0C0"/>
          </w:tcPr>
          <w:p w14:paraId="63D3A197" w14:textId="77777777" w:rsidR="00996AEB" w:rsidRDefault="00996AEB">
            <w:pPr>
              <w:spacing w:after="160"/>
              <w:ind w:left="0" w:firstLine="0"/>
              <w:jc w:val="left"/>
            </w:pPr>
          </w:p>
        </w:tc>
      </w:tr>
      <w:tr w:rsidR="00996AEB" w14:paraId="7638B3FE" w14:textId="77777777">
        <w:trPr>
          <w:trHeight w:val="571"/>
        </w:trPr>
        <w:tc>
          <w:tcPr>
            <w:tcW w:w="82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A2A2DF4" w14:textId="77777777" w:rsidR="00996AEB" w:rsidRDefault="00905B82">
            <w:pPr>
              <w:ind w:left="0" w:firstLine="0"/>
              <w:jc w:val="left"/>
            </w:pPr>
            <w:r>
              <w:rPr>
                <w:sz w:val="22"/>
              </w:rPr>
              <w:t xml:space="preserve">Summary Description of Topics discussed by Agenda Item 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3F31D803" w14:textId="77777777" w:rsidR="00996AEB" w:rsidRDefault="00905B82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Ref to Action Item </w:t>
            </w:r>
          </w:p>
        </w:tc>
      </w:tr>
      <w:tr w:rsidR="00996AEB" w14:paraId="06AD957C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0D5B" w14:textId="77777777" w:rsidR="00996AEB" w:rsidRDefault="00905B82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1.  </w:t>
            </w: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36673" w14:textId="3253124F" w:rsidR="00996AEB" w:rsidRDefault="00776BE4">
            <w:pPr>
              <w:ind w:left="1" w:firstLine="0"/>
              <w:jc w:val="left"/>
            </w:pPr>
            <w:r>
              <w:rPr>
                <w:b w:val="0"/>
                <w:sz w:val="22"/>
              </w:rPr>
              <w:t xml:space="preserve">System Analysis </w:t>
            </w:r>
            <w:r w:rsidR="00DF356B">
              <w:rPr>
                <w:b w:val="0"/>
                <w:sz w:val="22"/>
              </w:rPr>
              <w:t xml:space="preserve">– </w:t>
            </w:r>
            <w:r w:rsidR="00C54593">
              <w:rPr>
                <w:b w:val="0"/>
                <w:sz w:val="22"/>
              </w:rPr>
              <w:t xml:space="preserve">Parcel </w:t>
            </w:r>
            <w:r w:rsidR="00AC06CC">
              <w:rPr>
                <w:b w:val="0"/>
                <w:sz w:val="22"/>
              </w:rPr>
              <w:t>Splitting</w:t>
            </w:r>
            <w:r w:rsidR="00B11F04">
              <w:rPr>
                <w:b w:val="0"/>
                <w:sz w:val="22"/>
              </w:rPr>
              <w:t xml:space="preserve">/Merging </w:t>
            </w:r>
            <w:r w:rsidR="00C54593">
              <w:rPr>
                <w:b w:val="0"/>
                <w:sz w:val="22"/>
              </w:rPr>
              <w:t>Service</w:t>
            </w: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E3680" w14:textId="77777777" w:rsidR="00996AEB" w:rsidRDefault="00905B82">
            <w:pPr>
              <w:ind w:left="0" w:right="68" w:firstLine="0"/>
            </w:pPr>
            <w:r>
              <w:rPr>
                <w:b w:val="0"/>
                <w:sz w:val="24"/>
              </w:rPr>
              <w:t xml:space="preserve">1 </w:t>
            </w:r>
          </w:p>
        </w:tc>
      </w:tr>
      <w:tr w:rsidR="00FA7A78" w14:paraId="3D08D2B4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C6660" w14:textId="0D68F49F" w:rsidR="00FA7A78" w:rsidRDefault="00FA7A78" w:rsidP="00FA7A78">
            <w:pPr>
              <w:ind w:left="0" w:firstLine="0"/>
              <w:jc w:val="left"/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050C9" w14:textId="0E7D355B" w:rsidR="00FA7A78" w:rsidRDefault="00FA7A78" w:rsidP="00FA7A78">
            <w:pPr>
              <w:ind w:left="1" w:firstLine="0"/>
              <w:jc w:val="left"/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7F5AD" w14:textId="7474A35F" w:rsidR="00FA7A78" w:rsidRDefault="00FA7A78" w:rsidP="00FA7A78">
            <w:pPr>
              <w:ind w:left="0" w:right="68" w:firstLine="0"/>
            </w:pPr>
          </w:p>
        </w:tc>
      </w:tr>
      <w:tr w:rsidR="00FA7A78" w14:paraId="1932D0B5" w14:textId="77777777">
        <w:trPr>
          <w:trHeight w:val="521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8099A" w14:textId="77777777" w:rsidR="00FA7A78" w:rsidRDefault="00FA7A78" w:rsidP="00FA7A78">
            <w:p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7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513FC" w14:textId="77777777" w:rsidR="00FA7A78" w:rsidRDefault="00FA7A78" w:rsidP="00FA7A78">
            <w:pPr>
              <w:ind w:left="1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1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CAFD9" w14:textId="77777777" w:rsidR="00FA7A78" w:rsidRDefault="00FA7A78" w:rsidP="00FA7A78">
            <w:pPr>
              <w:ind w:left="0" w:right="68" w:firstLine="0"/>
              <w:rPr>
                <w:b w:val="0"/>
                <w:sz w:val="24"/>
              </w:rPr>
            </w:pPr>
          </w:p>
        </w:tc>
      </w:tr>
    </w:tbl>
    <w:p w14:paraId="4D7D5E0F" w14:textId="77777777" w:rsidR="001C030A" w:rsidRDefault="001C030A">
      <w:pPr>
        <w:ind w:left="0" w:firstLine="0"/>
        <w:jc w:val="left"/>
        <w:rPr>
          <w:b w:val="0"/>
          <w:sz w:val="20"/>
        </w:rPr>
      </w:pPr>
    </w:p>
    <w:p w14:paraId="5D8E4907" w14:textId="77777777" w:rsidR="009107BF" w:rsidRDefault="001C030A">
      <w:pPr>
        <w:spacing w:after="160"/>
        <w:ind w:left="0" w:firstLine="0"/>
        <w:jc w:val="left"/>
        <w:rPr>
          <w:b w:val="0"/>
          <w:sz w:val="20"/>
        </w:rPr>
      </w:pPr>
      <w:r>
        <w:rPr>
          <w:b w:val="0"/>
          <w:sz w:val="20"/>
        </w:rPr>
        <w:br w:type="page"/>
      </w:r>
    </w:p>
    <w:p w14:paraId="36947ABE" w14:textId="77777777" w:rsidR="009107BF" w:rsidRDefault="009107BF">
      <w:pPr>
        <w:spacing w:after="160"/>
        <w:ind w:left="0" w:firstLine="0"/>
        <w:jc w:val="left"/>
        <w:rPr>
          <w:b w:val="0"/>
          <w:sz w:val="20"/>
        </w:rPr>
      </w:pPr>
    </w:p>
    <w:tbl>
      <w:tblPr>
        <w:tblStyle w:val="TableGrid"/>
        <w:tblW w:w="9336" w:type="dxa"/>
        <w:tblInd w:w="111" w:type="dxa"/>
        <w:tblCellMar>
          <w:top w:w="10" w:type="dxa"/>
          <w:left w:w="101" w:type="dxa"/>
          <w:right w:w="43" w:type="dxa"/>
        </w:tblCellMar>
        <w:tblLook w:val="04A0" w:firstRow="1" w:lastRow="0" w:firstColumn="1" w:lastColumn="0" w:noHBand="0" w:noVBand="1"/>
      </w:tblPr>
      <w:tblGrid>
        <w:gridCol w:w="527"/>
        <w:gridCol w:w="8809"/>
      </w:tblGrid>
      <w:tr w:rsidR="00772740" w14:paraId="1A250268" w14:textId="77777777" w:rsidTr="00FD0931">
        <w:trPr>
          <w:trHeight w:val="570"/>
        </w:trPr>
        <w:tc>
          <w:tcPr>
            <w:tcW w:w="9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7935A5C2" w14:textId="77777777" w:rsidR="00772740" w:rsidRDefault="009107BF">
            <w:pPr>
              <w:ind w:left="0" w:firstLine="0"/>
              <w:jc w:val="left"/>
            </w:pPr>
            <w:r>
              <w:rPr>
                <w:sz w:val="22"/>
              </w:rPr>
              <w:t xml:space="preserve">Item Discussed </w:t>
            </w:r>
          </w:p>
        </w:tc>
      </w:tr>
      <w:tr w:rsidR="00772740" w14:paraId="3AE3F889" w14:textId="77777777" w:rsidTr="00FD0931">
        <w:trPr>
          <w:trHeight w:val="3258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A1E3C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2C69E18" w14:textId="77777777" w:rsidR="00772740" w:rsidRDefault="00772740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18ABBE56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0FB1A4E4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2D0F796C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5B1FFB9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8AC2DBA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60632A62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575DEE6E" w14:textId="77777777" w:rsidR="00FA7A78" w:rsidRDefault="00FA7A78">
            <w:pPr>
              <w:ind w:left="0" w:firstLine="0"/>
              <w:jc w:val="left"/>
              <w:rPr>
                <w:b w:val="0"/>
                <w:sz w:val="22"/>
              </w:rPr>
            </w:pPr>
          </w:p>
          <w:p w14:paraId="4990E354" w14:textId="77777777" w:rsidR="00772740" w:rsidRDefault="00772740">
            <w:pPr>
              <w:ind w:left="0" w:firstLine="0"/>
              <w:jc w:val="left"/>
            </w:pPr>
            <w:r>
              <w:rPr>
                <w:b w:val="0"/>
                <w:sz w:val="22"/>
              </w:rPr>
              <w:t xml:space="preserve">1 </w:t>
            </w:r>
          </w:p>
        </w:tc>
        <w:tc>
          <w:tcPr>
            <w:tcW w:w="8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DE089" w14:textId="77777777" w:rsidR="009107BF" w:rsidRDefault="009107BF" w:rsidP="00B00095">
            <w:pPr>
              <w:spacing w:after="122"/>
              <w:ind w:left="0" w:right="109" w:firstLine="0"/>
              <w:jc w:val="both"/>
              <w:rPr>
                <w:b w:val="0"/>
                <w:i/>
                <w:iCs/>
                <w:sz w:val="22"/>
                <w:u w:val="single"/>
              </w:rPr>
            </w:pPr>
          </w:p>
          <w:p w14:paraId="421CB585" w14:textId="77777777" w:rsidR="00A04B27" w:rsidRDefault="00A04B27" w:rsidP="00A04B27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Engineering office check to the related parcel exist or no?</w:t>
            </w:r>
          </w:p>
          <w:p w14:paraId="0F0807B7" w14:textId="0EA45A30" w:rsidR="00A04B27" w:rsidRDefault="00A04B27" w:rsidP="00A04B27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If it exists Engineering office split to the parcel using by MapInfo desktop application. </w:t>
            </w:r>
          </w:p>
          <w:p w14:paraId="52248CA6" w14:textId="78A779A1" w:rsidR="00A04B27" w:rsidRPr="00A04B27" w:rsidRDefault="00A04B27" w:rsidP="00A04B27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Engineering department sending request for splitting or merging department. </w:t>
            </w:r>
          </w:p>
          <w:p w14:paraId="4C5CCCCA" w14:textId="1821123D" w:rsidR="00DF356B" w:rsidRDefault="00A04B27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When request come in the oracle form application click to the show button</w:t>
            </w:r>
            <w:r w:rsidR="00DF356B" w:rsidRPr="00DF356B">
              <w:rPr>
                <w:b w:val="0"/>
                <w:sz w:val="22"/>
              </w:rPr>
              <w:t xml:space="preserve">. </w:t>
            </w:r>
          </w:p>
          <w:p w14:paraId="27FA9A7C" w14:textId="3E340141" w:rsidR="00E508A7" w:rsidRDefault="00A04B27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Than MapInfo desktop application is opening and displays require parcel feature and related layer.</w:t>
            </w:r>
          </w:p>
          <w:p w14:paraId="6C20E204" w14:textId="71A442AF" w:rsidR="00A04B27" w:rsidRDefault="00A04B27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When checking steps is finalize MapInfo desktop application press the approve button. Than insert to the database parcel information.</w:t>
            </w:r>
          </w:p>
          <w:p w14:paraId="3BF411CA" w14:textId="0A5F7062" w:rsidR="00E508A7" w:rsidRDefault="00E508A7" w:rsidP="003120CE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We can access to the parcel:</w:t>
            </w:r>
          </w:p>
          <w:p w14:paraId="0A67048B" w14:textId="666F1F25" w:rsidR="00E508A7" w:rsidRDefault="00E508A7" w:rsidP="00E508A7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Parcel No</w:t>
            </w:r>
          </w:p>
          <w:p w14:paraId="500AAE20" w14:textId="4FDB2D2C" w:rsidR="00E508A7" w:rsidRDefault="00E508A7" w:rsidP="00E508A7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Street No</w:t>
            </w:r>
          </w:p>
          <w:p w14:paraId="2660C2F5" w14:textId="58F0D86B" w:rsidR="00E508A7" w:rsidRPr="00DF356B" w:rsidRDefault="00E508A7" w:rsidP="00E508A7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Plan No</w:t>
            </w:r>
          </w:p>
          <w:p w14:paraId="27839D89" w14:textId="2D4F2B87" w:rsidR="00C372A7" w:rsidRDefault="00C372A7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Before sending request prepare temporary split parcel layer</w:t>
            </w:r>
            <w:r w:rsidR="00F700C4">
              <w:rPr>
                <w:b w:val="0"/>
                <w:sz w:val="22"/>
              </w:rPr>
              <w:t xml:space="preserve"> </w:t>
            </w:r>
            <w:r>
              <w:rPr>
                <w:b w:val="0"/>
                <w:sz w:val="22"/>
              </w:rPr>
              <w:t>(parcel_ifraz)</w:t>
            </w:r>
            <w:r w:rsidR="00CF3A0C">
              <w:rPr>
                <w:b w:val="0"/>
                <w:sz w:val="22"/>
              </w:rPr>
              <w:t xml:space="preserve"> and put to the share folder inside ifraz folder.</w:t>
            </w:r>
          </w:p>
          <w:p w14:paraId="113CE884" w14:textId="7F219F22" w:rsidR="000B7108" w:rsidRDefault="008953E9" w:rsidP="008331B9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Sent to request from IFRAZ Office for approval to the split parcel</w:t>
            </w:r>
            <w:r w:rsidR="00DF3A00">
              <w:rPr>
                <w:b w:val="0"/>
                <w:sz w:val="22"/>
              </w:rPr>
              <w:t>.</w:t>
            </w:r>
          </w:p>
          <w:p w14:paraId="47E2D4BC" w14:textId="438E8B8F" w:rsidR="001F7E7D" w:rsidRDefault="001F7E7D" w:rsidP="006504D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After approved Ifraz Office </w:t>
            </w:r>
            <w:r w:rsidR="00C7406E">
              <w:rPr>
                <w:b w:val="0"/>
                <w:sz w:val="22"/>
              </w:rPr>
              <w:t>t</w:t>
            </w:r>
            <w:r>
              <w:rPr>
                <w:b w:val="0"/>
                <w:sz w:val="22"/>
              </w:rPr>
              <w:t xml:space="preserve">his step there is unorganized parcel. </w:t>
            </w:r>
            <w:r w:rsidR="006504DC">
              <w:rPr>
                <w:b w:val="0"/>
                <w:sz w:val="22"/>
              </w:rPr>
              <w:t>Engineering office generated text file from MapInfo scripting tools.</w:t>
            </w:r>
          </w:p>
          <w:p w14:paraId="76C12226" w14:textId="1F6D36A2" w:rsidR="00250EED" w:rsidRDefault="00250EED" w:rsidP="006504D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After generated text file</w:t>
            </w:r>
            <w:r w:rsidR="00C7406E">
              <w:rPr>
                <w:b w:val="0"/>
                <w:sz w:val="22"/>
              </w:rPr>
              <w:t xml:space="preserve"> update to the GIS database for related parcel vertex.</w:t>
            </w:r>
          </w:p>
          <w:p w14:paraId="3BD59B40" w14:textId="350B09F4" w:rsidR="00C7406E" w:rsidRDefault="00C7406E" w:rsidP="006504D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Next form it will display required parcel on the map. Than move to the oracle temporary table.</w:t>
            </w:r>
          </w:p>
          <w:p w14:paraId="53015ABC" w14:textId="387D21FE" w:rsidR="007238CC" w:rsidRDefault="00C7406E" w:rsidP="006504D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Than Engineering office take a document screenshot</w:t>
            </w:r>
            <w:r w:rsidR="007238CC">
              <w:rPr>
                <w:b w:val="0"/>
                <w:sz w:val="22"/>
              </w:rPr>
              <w:t xml:space="preserve"> send a request splitting department. They are checking and make a validation:</w:t>
            </w:r>
          </w:p>
          <w:p w14:paraId="4AB5FB95" w14:textId="4A910517" w:rsidR="007238CC" w:rsidRPr="007238CC" w:rsidRDefault="007238CC" w:rsidP="007238CC">
            <w:pPr>
              <w:pStyle w:val="ListParagraph"/>
              <w:numPr>
                <w:ilvl w:val="1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Engineering department office approve</w:t>
            </w:r>
          </w:p>
          <w:p w14:paraId="47BB7C45" w14:textId="77777777" w:rsidR="00401A54" w:rsidRDefault="00C7406E" w:rsidP="007238C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 </w:t>
            </w:r>
            <w:r w:rsidR="007238CC">
              <w:rPr>
                <w:b w:val="0"/>
                <w:sz w:val="22"/>
              </w:rPr>
              <w:t>After this process delete old parcel and add new parcels from Plan_Ifraz_Approved.txt file.</w:t>
            </w:r>
          </w:p>
          <w:p w14:paraId="266990C7" w14:textId="279482D9" w:rsidR="00A04B27" w:rsidRPr="007238CC" w:rsidRDefault="00A04B27" w:rsidP="007238CC">
            <w:pPr>
              <w:pStyle w:val="ListParagraph"/>
              <w:numPr>
                <w:ilvl w:val="0"/>
                <w:numId w:val="1"/>
              </w:numPr>
              <w:spacing w:after="122"/>
              <w:ind w:right="109"/>
              <w:jc w:val="both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There is also sometimes parcel or building information is not available or not valid. Split and Merging Department sending request to the central plan department. </w:t>
            </w:r>
          </w:p>
        </w:tc>
      </w:tr>
    </w:tbl>
    <w:p w14:paraId="651CC34A" w14:textId="77777777" w:rsidR="00996AEB" w:rsidRDefault="00996AEB">
      <w:pPr>
        <w:ind w:left="0" w:firstLine="0"/>
        <w:jc w:val="left"/>
      </w:pPr>
    </w:p>
    <w:p w14:paraId="1B7CEAF1" w14:textId="77777777" w:rsidR="00996AEB" w:rsidRDefault="00996AEB">
      <w:pPr>
        <w:ind w:left="3245" w:firstLine="0"/>
      </w:pPr>
    </w:p>
    <w:tbl>
      <w:tblPr>
        <w:tblStyle w:val="TableGrid"/>
        <w:tblW w:w="9355" w:type="dxa"/>
        <w:tblInd w:w="111" w:type="dxa"/>
        <w:tblCellMar>
          <w:top w:w="9" w:type="dxa"/>
          <w:left w:w="77" w:type="dxa"/>
          <w:right w:w="1" w:type="dxa"/>
        </w:tblCellMar>
        <w:tblLook w:val="04A0" w:firstRow="1" w:lastRow="0" w:firstColumn="1" w:lastColumn="0" w:noHBand="0" w:noVBand="1"/>
      </w:tblPr>
      <w:tblGrid>
        <w:gridCol w:w="527"/>
        <w:gridCol w:w="7193"/>
        <w:gridCol w:w="1635"/>
      </w:tblGrid>
      <w:tr w:rsidR="00996AEB" w14:paraId="333BE984" w14:textId="77777777" w:rsidTr="00E524C2">
        <w:trPr>
          <w:trHeight w:val="570"/>
        </w:trPr>
        <w:tc>
          <w:tcPr>
            <w:tcW w:w="77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224DD919" w14:textId="77777777" w:rsidR="00996AEB" w:rsidRDefault="00FA7A78">
            <w:pPr>
              <w:ind w:left="31" w:firstLine="0"/>
              <w:jc w:val="left"/>
            </w:pPr>
            <w:r>
              <w:rPr>
                <w:sz w:val="22"/>
              </w:rPr>
              <w:t>Action Items</w:t>
            </w:r>
            <w:r w:rsidR="00905B82">
              <w:rPr>
                <w:sz w:val="22"/>
              </w:rPr>
              <w:t xml:space="preserve"> 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1F8E5ABE" w14:textId="77777777" w:rsidR="00996AEB" w:rsidRDefault="00905B82">
            <w:pPr>
              <w:ind w:left="0" w:firstLine="0"/>
            </w:pPr>
            <w:r>
              <w:rPr>
                <w:sz w:val="22"/>
              </w:rPr>
              <w:t xml:space="preserve">Person Responsible </w:t>
            </w:r>
          </w:p>
        </w:tc>
      </w:tr>
      <w:tr w:rsidR="00996AEB" w14:paraId="22F8047F" w14:textId="77777777" w:rsidTr="00FD0931">
        <w:trPr>
          <w:trHeight w:val="270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A332A" w14:textId="77777777" w:rsidR="00996AEB" w:rsidRDefault="00FA7A78">
            <w:pPr>
              <w:ind w:left="31" w:firstLine="0"/>
              <w:jc w:val="left"/>
            </w:pPr>
            <w:r>
              <w:rPr>
                <w:b w:val="0"/>
                <w:sz w:val="22"/>
              </w:rPr>
              <w:t>1</w:t>
            </w:r>
          </w:p>
        </w:tc>
        <w:tc>
          <w:tcPr>
            <w:tcW w:w="7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62070" w14:textId="2F1F7320" w:rsidR="00FA7A78" w:rsidRDefault="0053567D" w:rsidP="009718A2">
            <w:pPr>
              <w:pStyle w:val="ListParagraph"/>
              <w:numPr>
                <w:ilvl w:val="0"/>
                <w:numId w:val="3"/>
              </w:numPr>
              <w:spacing w:after="122"/>
              <w:ind w:right="109"/>
              <w:jc w:val="both"/>
            </w:pPr>
            <w:proofErr w:type="spellStart"/>
            <w:r>
              <w:rPr>
                <w:b w:val="0"/>
                <w:sz w:val="22"/>
              </w:rPr>
              <w:t>GeoTech</w:t>
            </w:r>
            <w:proofErr w:type="spellEnd"/>
            <w:r>
              <w:rPr>
                <w:b w:val="0"/>
                <w:sz w:val="22"/>
              </w:rPr>
              <w:t xml:space="preserve"> will prepare the System Analysis Report which will include the complete technical detail about this meeting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E1293E" w14:textId="2A47BF13" w:rsidR="0053567D" w:rsidRPr="009718A2" w:rsidRDefault="003E7155" w:rsidP="009718A2">
            <w:pPr>
              <w:ind w:left="0" w:right="73" w:firstLine="0"/>
              <w:rPr>
                <w:b w:val="0"/>
                <w:bCs/>
                <w:szCs w:val="12"/>
              </w:rPr>
            </w:pPr>
            <w:r>
              <w:rPr>
                <w:b w:val="0"/>
                <w:bCs/>
                <w:sz w:val="22"/>
                <w:szCs w:val="12"/>
              </w:rPr>
              <w:t>BU</w:t>
            </w:r>
          </w:p>
        </w:tc>
      </w:tr>
    </w:tbl>
    <w:p w14:paraId="7C1BEF2E" w14:textId="77777777" w:rsidR="00996AEB" w:rsidRDefault="00996AEB">
      <w:pPr>
        <w:ind w:left="0" w:firstLine="0"/>
        <w:jc w:val="left"/>
        <w:rPr>
          <w:b w:val="0"/>
          <w:sz w:val="18"/>
        </w:rPr>
      </w:pPr>
    </w:p>
    <w:p w14:paraId="56B3B849" w14:textId="77777777" w:rsidR="001F7C79" w:rsidRDefault="001F7C79">
      <w:pPr>
        <w:ind w:left="0" w:firstLine="0"/>
        <w:jc w:val="left"/>
      </w:pPr>
    </w:p>
    <w:p w14:paraId="47B1BD08" w14:textId="77777777" w:rsidR="001F7C79" w:rsidRDefault="001F7C79">
      <w:pPr>
        <w:ind w:left="0" w:firstLine="0"/>
        <w:jc w:val="left"/>
      </w:pPr>
    </w:p>
    <w:sectPr w:rsidR="001F7C79" w:rsidSect="008E58E0">
      <w:footerReference w:type="default" r:id="rId8"/>
      <w:pgSz w:w="12240" w:h="15840"/>
      <w:pgMar w:top="733" w:right="4628" w:bottom="719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EB3C6A" w14:textId="77777777" w:rsidR="00813003" w:rsidRDefault="00813003" w:rsidP="008B0BD9">
      <w:pPr>
        <w:spacing w:line="240" w:lineRule="auto"/>
      </w:pPr>
      <w:r>
        <w:separator/>
      </w:r>
    </w:p>
  </w:endnote>
  <w:endnote w:type="continuationSeparator" w:id="0">
    <w:p w14:paraId="7E0E7D61" w14:textId="77777777" w:rsidR="00813003" w:rsidRDefault="00813003" w:rsidP="008B0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63540" w14:textId="77777777" w:rsidR="001F7C79" w:rsidRDefault="001F7C79" w:rsidP="001F7C79">
    <w:pPr>
      <w:spacing w:after="5"/>
      <w:ind w:left="2" w:right="-3615" w:firstLine="0"/>
      <w:jc w:val="left"/>
    </w:pPr>
    <w:r>
      <w:rPr>
        <w:rFonts w:ascii="Calibri" w:eastAsia="Calibri" w:hAnsi="Calibri" w:cs="Calibri"/>
        <w:b w:val="0"/>
        <w:noProof/>
        <w:sz w:val="22"/>
      </w:rPr>
      <mc:AlternateContent>
        <mc:Choice Requires="wpg">
          <w:drawing>
            <wp:inline distT="0" distB="0" distL="0" distR="0" wp14:anchorId="6F97E1C1" wp14:editId="30BC9071">
              <wp:extent cx="6212789" cy="9144"/>
              <wp:effectExtent l="0" t="0" r="0" b="0"/>
              <wp:docPr id="4983" name="Group 49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2789" cy="9144"/>
                        <a:chOff x="0" y="0"/>
                        <a:chExt cx="6212789" cy="9144"/>
                      </a:xfrm>
                    </wpg:grpSpPr>
                    <wps:wsp>
                      <wps:cNvPr id="5499" name="Shape 5499"/>
                      <wps:cNvSpPr/>
                      <wps:spPr>
                        <a:xfrm>
                          <a:off x="0" y="0"/>
                          <a:ext cx="1184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84148" h="9144">
                              <a:moveTo>
                                <a:pt x="0" y="0"/>
                              </a:moveTo>
                              <a:lnTo>
                                <a:pt x="1184148" y="0"/>
                              </a:lnTo>
                              <a:lnTo>
                                <a:pt x="1184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0" name="Shape 5500"/>
                      <wps:cNvSpPr/>
                      <wps:spPr>
                        <a:xfrm>
                          <a:off x="1184097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1" name="Shape 5501"/>
                      <wps:cNvSpPr/>
                      <wps:spPr>
                        <a:xfrm>
                          <a:off x="1193241" y="0"/>
                          <a:ext cx="4028821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28821" h="9144">
                              <a:moveTo>
                                <a:pt x="0" y="0"/>
                              </a:moveTo>
                              <a:lnTo>
                                <a:pt x="4028821" y="0"/>
                              </a:lnTo>
                              <a:lnTo>
                                <a:pt x="402882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2" name="Shape 5502"/>
                      <wps:cNvSpPr/>
                      <wps:spPr>
                        <a:xfrm>
                          <a:off x="5222189" y="0"/>
                          <a:ext cx="9144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144" h="914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03" name="Shape 5503"/>
                      <wps:cNvSpPr/>
                      <wps:spPr>
                        <a:xfrm>
                          <a:off x="5231334" y="0"/>
                          <a:ext cx="98145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456" h="9144">
                              <a:moveTo>
                                <a:pt x="0" y="0"/>
                              </a:moveTo>
                              <a:lnTo>
                                <a:pt x="981456" y="0"/>
                              </a:lnTo>
                              <a:lnTo>
                                <a:pt x="98145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0C32C51" id="Group 4983" o:spid="_x0000_s1026" style="width:489.2pt;height:.7pt;mso-position-horizontal-relative:char;mso-position-vertical-relative:line" coordsize="62127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">
              <v:shape id="Shape 5499" o:spid="_x0000_s1027" style="position:absolute;width:11841;height:91;visibility:visible;mso-wrap-style:square;v-text-anchor:top" coordsize="11841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" path="m,l1184148,r,9144l,9144,,e" fillcolor="black" stroked="f" strokeweight="0">
                <v:stroke miterlimit="83231f" joinstyle="miter"/>
                <v:path arrowok="t" textboxrect="0,0,1184148,9144"/>
              </v:shape>
              <v:shape id="Shape 5500" o:spid="_x0000_s1028" style="position:absolute;left:11840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1" o:spid="_x0000_s1029" style="position:absolute;left:11932;width:40288;height:91;visibility:visible;mso-wrap-style:square;v-text-anchor:top" coordsize="402882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" path="m,l4028821,r,9144l,9144,,e" fillcolor="black" stroked="f" strokeweight="0">
                <v:stroke miterlimit="83231f" joinstyle="miter"/>
                <v:path arrowok="t" textboxrect="0,0,4028821,9144"/>
              </v:shape>
              <v:shape id="Shape 5502" o:spid="_x0000_s1030" style="position:absolute;left:522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" path="m,l9144,r,9144l,9144,,e" fillcolor="black" stroked="f" strokeweight="0">
                <v:stroke miterlimit="83231f" joinstyle="miter"/>
                <v:path arrowok="t" textboxrect="0,0,9144,9144"/>
              </v:shape>
              <v:shape id="Shape 5503" o:spid="_x0000_s1031" style="position:absolute;left:52313;width:9814;height:91;visibility:visible;mso-wrap-style:square;v-text-anchor:top" coordsize="9814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" path="m,l981456,r,9144l,9144,,e" fillcolor="black" stroked="f" strokeweight="0">
                <v:stroke miterlimit="83231f" joinstyle="miter"/>
                <v:path arrowok="t" textboxrect="0,0,981456,9144"/>
              </v:shape>
              <w10:anchorlock/>
            </v:group>
          </w:pict>
        </mc:Fallback>
      </mc:AlternateContent>
    </w:r>
  </w:p>
  <w:tbl>
    <w:tblPr>
      <w:tblStyle w:val="TableGrid"/>
      <w:tblW w:w="9692" w:type="dxa"/>
      <w:tblInd w:w="139" w:type="dxa"/>
      <w:tblLook w:val="04A0" w:firstRow="1" w:lastRow="0" w:firstColumn="1" w:lastColumn="0" w:noHBand="0" w:noVBand="1"/>
    </w:tblPr>
    <w:tblGrid>
      <w:gridCol w:w="1733"/>
      <w:gridCol w:w="6123"/>
      <w:gridCol w:w="1836"/>
    </w:tblGrid>
    <w:tr w:rsidR="001F7C79" w14:paraId="14851C35" w14:textId="77777777" w:rsidTr="003B7B7B">
      <w:trPr>
        <w:trHeight w:val="412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1CE5AB7F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31F0F969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049CF58F" w14:textId="77777777" w:rsidR="001F7C79" w:rsidRDefault="001F7C79" w:rsidP="001F7C79">
          <w:pPr>
            <w:ind w:left="0" w:right="48" w:firstLine="0"/>
            <w:jc w:val="right"/>
          </w:pPr>
        </w:p>
      </w:tc>
    </w:tr>
    <w:tr w:rsidR="001F7C79" w14:paraId="07D97110" w14:textId="77777777" w:rsidTr="003B7B7B">
      <w:trPr>
        <w:trHeight w:val="204"/>
      </w:trPr>
      <w:tc>
        <w:tcPr>
          <w:tcW w:w="1733" w:type="dxa"/>
          <w:tcBorders>
            <w:top w:val="nil"/>
            <w:left w:val="nil"/>
            <w:bottom w:val="nil"/>
            <w:right w:val="nil"/>
          </w:tcBorders>
        </w:tcPr>
        <w:p w14:paraId="5197EC01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6124" w:type="dxa"/>
          <w:tcBorders>
            <w:top w:val="nil"/>
            <w:left w:val="nil"/>
            <w:bottom w:val="nil"/>
            <w:right w:val="nil"/>
          </w:tcBorders>
        </w:tcPr>
        <w:p w14:paraId="4C45B888" w14:textId="77777777" w:rsidR="001F7C79" w:rsidRDefault="001F7C79" w:rsidP="001F7C79">
          <w:pPr>
            <w:ind w:left="0" w:firstLine="0"/>
            <w:jc w:val="left"/>
          </w:pPr>
        </w:p>
      </w:tc>
      <w:tc>
        <w:tcPr>
          <w:tcW w:w="1836" w:type="dxa"/>
          <w:tcBorders>
            <w:top w:val="nil"/>
            <w:left w:val="nil"/>
            <w:bottom w:val="nil"/>
            <w:right w:val="nil"/>
          </w:tcBorders>
        </w:tcPr>
        <w:p w14:paraId="29C50EE7" w14:textId="7811B67A" w:rsidR="001F7C79" w:rsidRDefault="001F7C79" w:rsidP="001F7C79">
          <w:pPr>
            <w:ind w:left="0" w:right="51" w:firstLine="0"/>
            <w:jc w:val="right"/>
          </w:pPr>
          <w:r>
            <w:rPr>
              <w:b w:val="0"/>
              <w:sz w:val="18"/>
            </w:rPr>
            <w:t>© GTC 201</w:t>
          </w:r>
          <w:r w:rsidR="00834ACF">
            <w:rPr>
              <w:b w:val="0"/>
              <w:sz w:val="18"/>
            </w:rPr>
            <w:t>9</w:t>
          </w:r>
          <w:r>
            <w:rPr>
              <w:b w:val="0"/>
              <w:sz w:val="18"/>
            </w:rPr>
            <w:t xml:space="preserve"> </w:t>
          </w:r>
        </w:p>
      </w:tc>
    </w:tr>
  </w:tbl>
  <w:p w14:paraId="3BD32EAE" w14:textId="77777777" w:rsidR="00D62706" w:rsidRDefault="00D62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608B3" w14:textId="77777777" w:rsidR="00813003" w:rsidRDefault="00813003" w:rsidP="008B0BD9">
      <w:pPr>
        <w:spacing w:line="240" w:lineRule="auto"/>
      </w:pPr>
      <w:r>
        <w:separator/>
      </w:r>
    </w:p>
  </w:footnote>
  <w:footnote w:type="continuationSeparator" w:id="0">
    <w:p w14:paraId="39D66953" w14:textId="77777777" w:rsidR="00813003" w:rsidRDefault="00813003" w:rsidP="008B0BD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161C1"/>
    <w:multiLevelType w:val="hybridMultilevel"/>
    <w:tmpl w:val="06FC2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A34CE"/>
    <w:multiLevelType w:val="hybridMultilevel"/>
    <w:tmpl w:val="FF343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B1874"/>
    <w:multiLevelType w:val="hybridMultilevel"/>
    <w:tmpl w:val="87AE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EB"/>
    <w:rsid w:val="00034F06"/>
    <w:rsid w:val="00074460"/>
    <w:rsid w:val="000B7108"/>
    <w:rsid w:val="000D69FC"/>
    <w:rsid w:val="000E1E3B"/>
    <w:rsid w:val="000F55C3"/>
    <w:rsid w:val="0010785A"/>
    <w:rsid w:val="00155C64"/>
    <w:rsid w:val="001C030A"/>
    <w:rsid w:val="001D7741"/>
    <w:rsid w:val="001F6DF3"/>
    <w:rsid w:val="001F7C79"/>
    <w:rsid w:val="001F7E7D"/>
    <w:rsid w:val="00214359"/>
    <w:rsid w:val="0023344D"/>
    <w:rsid w:val="00250EED"/>
    <w:rsid w:val="0026043C"/>
    <w:rsid w:val="00260B6E"/>
    <w:rsid w:val="002627CE"/>
    <w:rsid w:val="002B1D3B"/>
    <w:rsid w:val="003239C6"/>
    <w:rsid w:val="003558D8"/>
    <w:rsid w:val="003C4A20"/>
    <w:rsid w:val="003D35F2"/>
    <w:rsid w:val="003E7155"/>
    <w:rsid w:val="004012ED"/>
    <w:rsid w:val="00401A54"/>
    <w:rsid w:val="0041548E"/>
    <w:rsid w:val="004210DC"/>
    <w:rsid w:val="00481555"/>
    <w:rsid w:val="004A102A"/>
    <w:rsid w:val="005022E1"/>
    <w:rsid w:val="00503E23"/>
    <w:rsid w:val="00505221"/>
    <w:rsid w:val="00505D8A"/>
    <w:rsid w:val="00512AA7"/>
    <w:rsid w:val="00514DCD"/>
    <w:rsid w:val="00516431"/>
    <w:rsid w:val="00522B10"/>
    <w:rsid w:val="0053567D"/>
    <w:rsid w:val="005758CA"/>
    <w:rsid w:val="00592263"/>
    <w:rsid w:val="005B5E70"/>
    <w:rsid w:val="005D0BF6"/>
    <w:rsid w:val="00627906"/>
    <w:rsid w:val="0063416B"/>
    <w:rsid w:val="006504DC"/>
    <w:rsid w:val="00653045"/>
    <w:rsid w:val="0068354D"/>
    <w:rsid w:val="006F7B79"/>
    <w:rsid w:val="007238CC"/>
    <w:rsid w:val="00765832"/>
    <w:rsid w:val="00772740"/>
    <w:rsid w:val="00776BE4"/>
    <w:rsid w:val="007A016E"/>
    <w:rsid w:val="007D059B"/>
    <w:rsid w:val="007D50FF"/>
    <w:rsid w:val="00813003"/>
    <w:rsid w:val="008331B9"/>
    <w:rsid w:val="00834ACF"/>
    <w:rsid w:val="00870823"/>
    <w:rsid w:val="008953E9"/>
    <w:rsid w:val="008B0BD9"/>
    <w:rsid w:val="008E1FAB"/>
    <w:rsid w:val="008E58E0"/>
    <w:rsid w:val="00905B82"/>
    <w:rsid w:val="009107BF"/>
    <w:rsid w:val="009718A2"/>
    <w:rsid w:val="009754A7"/>
    <w:rsid w:val="00996AEB"/>
    <w:rsid w:val="009B00DD"/>
    <w:rsid w:val="00A02ED5"/>
    <w:rsid w:val="00A03391"/>
    <w:rsid w:val="00A04B27"/>
    <w:rsid w:val="00A51BD9"/>
    <w:rsid w:val="00A55A59"/>
    <w:rsid w:val="00AB0114"/>
    <w:rsid w:val="00AC06CC"/>
    <w:rsid w:val="00AE1CDF"/>
    <w:rsid w:val="00AE2046"/>
    <w:rsid w:val="00B00095"/>
    <w:rsid w:val="00B11F04"/>
    <w:rsid w:val="00B67B0E"/>
    <w:rsid w:val="00C14C5A"/>
    <w:rsid w:val="00C22B07"/>
    <w:rsid w:val="00C307F4"/>
    <w:rsid w:val="00C372A7"/>
    <w:rsid w:val="00C54593"/>
    <w:rsid w:val="00C632EE"/>
    <w:rsid w:val="00C7406E"/>
    <w:rsid w:val="00CD6A6C"/>
    <w:rsid w:val="00CF3A0C"/>
    <w:rsid w:val="00CF6271"/>
    <w:rsid w:val="00D30D9E"/>
    <w:rsid w:val="00D62706"/>
    <w:rsid w:val="00DA30AB"/>
    <w:rsid w:val="00DA378F"/>
    <w:rsid w:val="00DC2A35"/>
    <w:rsid w:val="00DF356B"/>
    <w:rsid w:val="00DF3A00"/>
    <w:rsid w:val="00E508A7"/>
    <w:rsid w:val="00E512FD"/>
    <w:rsid w:val="00E524C2"/>
    <w:rsid w:val="00E972DE"/>
    <w:rsid w:val="00EE3ACB"/>
    <w:rsid w:val="00F27C5B"/>
    <w:rsid w:val="00F62E24"/>
    <w:rsid w:val="00F65AEA"/>
    <w:rsid w:val="00F700C4"/>
    <w:rsid w:val="00FA7A78"/>
    <w:rsid w:val="00FD0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6D6A4"/>
  <w15:docId w15:val="{2F58AEA8-F10E-41F0-A0F7-F1F23858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  <w:ind w:left="3198" w:hanging="10"/>
      <w:jc w:val="center"/>
    </w:pPr>
    <w:rPr>
      <w:rFonts w:ascii="Arial" w:eastAsia="Arial" w:hAnsi="Arial" w:cs="Arial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Footer">
    <w:name w:val="footer"/>
    <w:basedOn w:val="Normal"/>
    <w:link w:val="FooterChar"/>
    <w:uiPriority w:val="99"/>
    <w:unhideWhenUsed/>
    <w:rsid w:val="008B0BD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0BD9"/>
    <w:rPr>
      <w:rFonts w:ascii="Arial" w:eastAsia="Arial" w:hAnsi="Arial" w:cs="Arial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B000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2912B-E2D9-4A6F-B868-F94668625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teksioglu</dc:creator>
  <cp:keywords/>
  <cp:lastModifiedBy>Barış Uluzmanoğlu</cp:lastModifiedBy>
  <cp:revision>91</cp:revision>
  <dcterms:created xsi:type="dcterms:W3CDTF">2018-02-22T12:27:00Z</dcterms:created>
  <dcterms:modified xsi:type="dcterms:W3CDTF">2019-04-08T13:11:00Z</dcterms:modified>
</cp:coreProperties>
</file>